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176" w:rsidRDefault="00106356" w:rsidP="00DC2176">
      <w:pPr>
        <w:pStyle w:val="Heading2"/>
        <w:jc w:val="center"/>
        <w:rPr>
          <w:sz w:val="36"/>
          <w:szCs w:val="36"/>
        </w:rPr>
      </w:pPr>
      <w:r>
        <w:rPr>
          <w:sz w:val="36"/>
          <w:szCs w:val="36"/>
        </w:rPr>
        <w:t>Mobile and Standard Email Kit with Email Fundamentals</w:t>
      </w:r>
      <w:r w:rsidR="00DC2176">
        <w:rPr>
          <w:sz w:val="36"/>
          <w:szCs w:val="36"/>
        </w:rPr>
        <w:t xml:space="preserve"> Kit Walkthrough</w:t>
      </w:r>
    </w:p>
    <w:p w:rsidR="00D31D78" w:rsidRDefault="00D31D78" w:rsidP="00DC2176">
      <w:pPr>
        <w:rPr>
          <w:rFonts w:ascii="Arial Narrow" w:hAnsi="Arial Narrow"/>
          <w:b/>
        </w:rPr>
      </w:pPr>
    </w:p>
    <w:p w:rsidR="00DC2176" w:rsidRPr="00D31D78" w:rsidRDefault="00D31D78" w:rsidP="00DC2176">
      <w:pPr>
        <w:rPr>
          <w:rFonts w:ascii="Arial Narrow" w:hAnsi="Arial Narrow"/>
          <w:b/>
        </w:rPr>
      </w:pPr>
      <w:r w:rsidRPr="00D31D78">
        <w:rPr>
          <w:rFonts w:ascii="Arial Narrow" w:hAnsi="Arial Narrow"/>
          <w:b/>
        </w:rPr>
        <w:t>Watch this video for a video walkthrough of this kit:</w:t>
      </w:r>
    </w:p>
    <w:p w:rsidR="00DC2176" w:rsidRDefault="00D31D78" w:rsidP="00D31D78">
      <w:pPr>
        <w:jc w:val="center"/>
      </w:pPr>
      <w:r>
        <w:rPr>
          <w:noProof/>
        </w:rPr>
        <w:drawing>
          <wp:inline distT="0" distB="0" distL="0" distR="0">
            <wp:extent cx="5953125" cy="3781425"/>
            <wp:effectExtent l="19050" t="0" r="9525" b="0"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D78" w:rsidRDefault="00D31D78" w:rsidP="00D31D78">
      <w:pPr>
        <w:jc w:val="center"/>
      </w:pPr>
    </w:p>
    <w:sectPr w:rsidR="00D31D78" w:rsidSect="004F73A4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716" w:right="1152" w:bottom="720" w:left="1152" w:header="576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082" w:rsidRDefault="00CF4082" w:rsidP="00807848">
      <w:pPr>
        <w:spacing w:line="240" w:lineRule="auto"/>
      </w:pPr>
      <w:r>
        <w:separator/>
      </w:r>
    </w:p>
  </w:endnote>
  <w:endnote w:type="continuationSeparator" w:id="0">
    <w:p w:rsidR="00CF4082" w:rsidRDefault="00CF4082" w:rsidP="0080784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 Pro Book">
    <w:panose1 w:val="020B0502020104020203"/>
    <w:charset w:val="00"/>
    <w:family w:val="swiss"/>
    <w:notTrueType/>
    <w:pitch w:val="variable"/>
    <w:sig w:usb0="A00000AF" w:usb1="5000205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  <w:embedRegular r:id="rId1" w:subsetted="1" w:fontKey="{C6197733-F2E8-4F7C-89DF-74F902BE20C4}"/>
    <w:embedBold r:id="rId2" w:subsetted="1" w:fontKey="{CA279B49-E449-41CE-A5D2-C13FCDBF9F78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 Pro Light">
    <w:panose1 w:val="00000000000000000000"/>
    <w:charset w:val="00"/>
    <w:family w:val="swiss"/>
    <w:notTrueType/>
    <w:pitch w:val="variable"/>
    <w:sig w:usb0="A00000AF" w:usb1="5000205A" w:usb2="00000000" w:usb3="00000000" w:csb0="0000009B" w:csb1="00000000"/>
  </w:font>
  <w:font w:name="Gill Sans Display MT Pro Bold">
    <w:panose1 w:val="00000000000000000000"/>
    <w:charset w:val="00"/>
    <w:family w:val="swiss"/>
    <w:notTrueType/>
    <w:pitch w:val="variable"/>
    <w:sig w:usb0="A00000AF" w:usb1="5000205A" w:usb2="00000000" w:usb3="00000000" w:csb0="0000009B" w:csb1="00000000"/>
  </w:font>
  <w:font w:name="Gill Sans MT Pro Medium">
    <w:panose1 w:val="00000000000000000000"/>
    <w:charset w:val="00"/>
    <w:family w:val="swiss"/>
    <w:notTrueType/>
    <w:pitch w:val="variable"/>
    <w:sig w:usb0="A00000AF" w:usb1="5000205A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E87" w:rsidRPr="00C93CA9" w:rsidRDefault="00660E87" w:rsidP="002D76FC">
    <w:pPr>
      <w:pStyle w:val="Footer"/>
      <w:pBdr>
        <w:top w:val="single" w:sz="4" w:space="1" w:color="auto"/>
      </w:pBdr>
      <w:tabs>
        <w:tab w:val="right" w:pos="9900"/>
      </w:tabs>
      <w:rPr>
        <w:rFonts w:ascii="Tahoma" w:hAnsi="Tahoma" w:cs="Tahoma"/>
        <w:color w:val="808080"/>
        <w:sz w:val="18"/>
        <w:szCs w:val="20"/>
      </w:rPr>
    </w:pPr>
    <w:r>
      <w:rPr>
        <w:rFonts w:ascii="Tahoma" w:hAnsi="Tahoma" w:cs="Tahoma"/>
        <w:sz w:val="18"/>
        <w:szCs w:val="20"/>
      </w:rPr>
      <w:t xml:space="preserve">           </w:t>
    </w:r>
    <w:r>
      <w:rPr>
        <w:rFonts w:ascii="Tahoma" w:hAnsi="Tahoma" w:cs="Tahoma"/>
        <w:sz w:val="18"/>
        <w:szCs w:val="20"/>
      </w:rPr>
      <w:tab/>
    </w:r>
    <w:r w:rsidRPr="00C93CA9">
      <w:rPr>
        <w:rFonts w:ascii="Tahoma" w:hAnsi="Tahoma" w:cs="Tahoma"/>
        <w:color w:val="808080"/>
        <w:sz w:val="18"/>
        <w:szCs w:val="20"/>
      </w:rPr>
      <w:t>Confidential and Proprietary</w:t>
    </w:r>
    <w:r w:rsidRPr="00C93CA9">
      <w:rPr>
        <w:rFonts w:ascii="Tahoma" w:hAnsi="Tahoma" w:cs="Tahoma"/>
        <w:color w:val="808080"/>
        <w:sz w:val="18"/>
        <w:szCs w:val="20"/>
      </w:rPr>
      <w:tab/>
      <w:t xml:space="preserve">                   Page </w:t>
    </w:r>
    <w:r w:rsidR="00066627" w:rsidRPr="00C93CA9">
      <w:rPr>
        <w:rFonts w:ascii="Tahoma" w:hAnsi="Tahoma" w:cs="Tahoma"/>
        <w:color w:val="808080"/>
        <w:sz w:val="18"/>
        <w:szCs w:val="20"/>
      </w:rPr>
      <w:fldChar w:fldCharType="begin"/>
    </w:r>
    <w:r w:rsidRPr="00C93CA9">
      <w:rPr>
        <w:rFonts w:ascii="Tahoma" w:hAnsi="Tahoma" w:cs="Tahoma"/>
        <w:color w:val="808080"/>
        <w:sz w:val="18"/>
        <w:szCs w:val="20"/>
      </w:rPr>
      <w:instrText xml:space="preserve"> PAGE </w:instrText>
    </w:r>
    <w:r w:rsidR="00066627" w:rsidRPr="00C93CA9">
      <w:rPr>
        <w:rFonts w:ascii="Tahoma" w:hAnsi="Tahoma" w:cs="Tahoma"/>
        <w:color w:val="808080"/>
        <w:sz w:val="18"/>
        <w:szCs w:val="20"/>
      </w:rPr>
      <w:fldChar w:fldCharType="separate"/>
    </w:r>
    <w:r w:rsidR="00D31D78">
      <w:rPr>
        <w:rFonts w:ascii="Tahoma" w:hAnsi="Tahoma" w:cs="Tahoma"/>
        <w:noProof/>
        <w:color w:val="808080"/>
        <w:sz w:val="18"/>
        <w:szCs w:val="20"/>
      </w:rPr>
      <w:t>1</w:t>
    </w:r>
    <w:r w:rsidR="00066627" w:rsidRPr="00C93CA9">
      <w:rPr>
        <w:rFonts w:ascii="Tahoma" w:hAnsi="Tahoma" w:cs="Tahoma"/>
        <w:color w:val="808080"/>
        <w:sz w:val="18"/>
        <w:szCs w:val="20"/>
      </w:rPr>
      <w:fldChar w:fldCharType="end"/>
    </w:r>
    <w:r w:rsidRPr="00C93CA9">
      <w:rPr>
        <w:rFonts w:ascii="Tahoma" w:hAnsi="Tahoma" w:cs="Tahoma"/>
        <w:color w:val="808080"/>
        <w:sz w:val="18"/>
        <w:szCs w:val="20"/>
      </w:rPr>
      <w:t xml:space="preserve"> </w:t>
    </w:r>
  </w:p>
  <w:p w:rsidR="00660E87" w:rsidRPr="002D76FC" w:rsidRDefault="00660E87" w:rsidP="002D76FC">
    <w:pPr>
      <w:pStyle w:val="Footer"/>
      <w:pBdr>
        <w:top w:val="single" w:sz="4" w:space="1" w:color="auto"/>
      </w:pBdr>
      <w:tabs>
        <w:tab w:val="right" w:pos="9900"/>
      </w:tabs>
      <w:rPr>
        <w:rFonts w:ascii="Tahoma" w:hAnsi="Tahoma" w:cs="Tahoma"/>
        <w:color w:val="808080"/>
        <w:sz w:val="18"/>
        <w:szCs w:val="20"/>
      </w:rPr>
    </w:pPr>
    <w:r w:rsidRPr="00C93CA9">
      <w:rPr>
        <w:rFonts w:ascii="Tahoma" w:hAnsi="Tahoma" w:cs="Tahoma"/>
        <w:color w:val="808080"/>
        <w:sz w:val="18"/>
        <w:szCs w:val="20"/>
      </w:rPr>
      <w:tab/>
      <w:t xml:space="preserve">          ©201</w:t>
    </w:r>
    <w:r>
      <w:rPr>
        <w:rFonts w:ascii="Tahoma" w:hAnsi="Tahoma" w:cs="Tahoma"/>
        <w:color w:val="808080"/>
        <w:sz w:val="18"/>
        <w:szCs w:val="20"/>
      </w:rPr>
      <w:t>4</w:t>
    </w:r>
    <w:r w:rsidRPr="00C93CA9">
      <w:rPr>
        <w:rFonts w:ascii="Tahoma" w:hAnsi="Tahoma" w:cs="Tahoma"/>
        <w:color w:val="808080"/>
        <w:sz w:val="18"/>
        <w:szCs w:val="20"/>
      </w:rPr>
      <w:t xml:space="preserve"> </w:t>
    </w:r>
    <w:proofErr w:type="spellStart"/>
    <w:r>
      <w:rPr>
        <w:rFonts w:ascii="Tahoma" w:hAnsi="Tahoma" w:cs="Tahoma"/>
        <w:color w:val="808080"/>
        <w:sz w:val="18"/>
        <w:szCs w:val="20"/>
      </w:rPr>
      <w:t>Blackbaud</w:t>
    </w:r>
    <w:proofErr w:type="spellEnd"/>
    <w:r w:rsidRPr="00C93CA9">
      <w:rPr>
        <w:rFonts w:ascii="Tahoma" w:hAnsi="Tahoma" w:cs="Tahoma"/>
        <w:color w:val="808080"/>
        <w:sz w:val="18"/>
        <w:szCs w:val="20"/>
      </w:rPr>
      <w:t>,</w:t>
    </w:r>
    <w:r>
      <w:rPr>
        <w:rFonts w:ascii="Tahoma" w:hAnsi="Tahoma" w:cs="Tahoma"/>
        <w:color w:val="808080"/>
        <w:sz w:val="18"/>
        <w:szCs w:val="20"/>
      </w:rPr>
      <w:t xml:space="preserve"> Inc. All rights reserved.</w:t>
    </w:r>
  </w:p>
  <w:p w:rsidR="00660E87" w:rsidRDefault="00660E8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E87" w:rsidRDefault="00066627">
    <w:pPr>
      <w:pStyle w:val="Footer"/>
      <w:rPr>
        <w:rFonts w:ascii="Arial" w:hAnsi="Arial" w:cs="Arial"/>
        <w:sz w:val="12"/>
        <w:szCs w:val="20"/>
      </w:rPr>
    </w:pPr>
    <w:r w:rsidRPr="00066627">
      <w:rPr>
        <w:rFonts w:ascii="Arial" w:hAnsi="Arial" w:cs="Arial"/>
        <w:b/>
        <w:noProof/>
        <w:color w:val="B7D31B"/>
        <w:szCs w:val="18"/>
      </w:rPr>
      <w:pict>
        <v:line id="_x0000_s2052" style="position:absolute;z-index:251656192" from="-1.5pt,2.05pt" to="505.85pt,2.05pt" strokecolor="#f0ab00" strokeweight=".25pt"/>
      </w:pict>
    </w:r>
  </w:p>
  <w:p w:rsidR="00660E87" w:rsidRPr="00A04D63" w:rsidRDefault="00660E87" w:rsidP="009343F7">
    <w:pPr>
      <w:pStyle w:val="Footer"/>
      <w:rPr>
        <w:sz w:val="14"/>
        <w:szCs w:val="14"/>
      </w:rPr>
    </w:pPr>
    <w:r w:rsidRPr="00A04D63">
      <w:rPr>
        <w:sz w:val="14"/>
        <w:szCs w:val="14"/>
      </w:rPr>
      <w:t xml:space="preserve">© </w:t>
    </w:r>
    <w:proofErr w:type="spellStart"/>
    <w:r>
      <w:rPr>
        <w:sz w:val="14"/>
        <w:szCs w:val="14"/>
      </w:rPr>
      <w:t>Blackbaud</w:t>
    </w:r>
    <w:proofErr w:type="spellEnd"/>
    <w:r w:rsidRPr="00A04D63">
      <w:rPr>
        <w:sz w:val="14"/>
        <w:szCs w:val="14"/>
      </w:rPr>
      <w:t xml:space="preserve">, Inc. All rights reserved. </w:t>
    </w:r>
    <w:proofErr w:type="spellStart"/>
    <w:r>
      <w:rPr>
        <w:sz w:val="14"/>
        <w:szCs w:val="14"/>
      </w:rPr>
      <w:t>Blackbaud</w:t>
    </w:r>
    <w:proofErr w:type="spellEnd"/>
    <w:r w:rsidRPr="00A04D63">
      <w:rPr>
        <w:sz w:val="14"/>
        <w:szCs w:val="14"/>
      </w:rPr>
      <w:t xml:space="preserve">, the </w:t>
    </w:r>
    <w:proofErr w:type="spellStart"/>
    <w:r>
      <w:rPr>
        <w:sz w:val="14"/>
        <w:szCs w:val="14"/>
      </w:rPr>
      <w:t>Blackbaud</w:t>
    </w:r>
    <w:proofErr w:type="spellEnd"/>
    <w:r w:rsidRPr="00A04D63">
      <w:rPr>
        <w:sz w:val="14"/>
        <w:szCs w:val="14"/>
      </w:rPr>
      <w:t xml:space="preserve"> logo, TeamRaiser, Go</w:t>
    </w:r>
    <w:proofErr w:type="gramStart"/>
    <w:r w:rsidRPr="00A04D63">
      <w:rPr>
        <w:sz w:val="14"/>
        <w:szCs w:val="14"/>
      </w:rPr>
      <w:t>!,</w:t>
    </w:r>
    <w:proofErr w:type="gramEnd"/>
    <w:r w:rsidRPr="00A04D63">
      <w:rPr>
        <w:sz w:val="14"/>
        <w:szCs w:val="14"/>
      </w:rPr>
      <w:t xml:space="preserve"> Common Ground and Constituent360 are trademarks, registered trademarks or service marks of </w:t>
    </w:r>
    <w:proofErr w:type="spellStart"/>
    <w:r>
      <w:rPr>
        <w:sz w:val="14"/>
        <w:szCs w:val="14"/>
      </w:rPr>
      <w:t>Blackbaud</w:t>
    </w:r>
    <w:proofErr w:type="spellEnd"/>
    <w:r w:rsidRPr="00A04D63">
      <w:rPr>
        <w:sz w:val="14"/>
        <w:szCs w:val="14"/>
      </w:rPr>
      <w:t>, Inc. All other names are trademarks, registered trademarks or service marks of their respective owners.</w:t>
    </w:r>
    <w:r>
      <w:rPr>
        <w:sz w:val="14"/>
        <w:szCs w:val="14"/>
      </w:rPr>
      <w:tab/>
    </w:r>
    <w:r>
      <w:rPr>
        <w:sz w:val="14"/>
        <w:szCs w:val="14"/>
      </w:rPr>
      <w:tab/>
    </w:r>
    <w:r w:rsidR="00066627" w:rsidRPr="00A04D63">
      <w:rPr>
        <w:sz w:val="14"/>
        <w:szCs w:val="14"/>
      </w:rPr>
      <w:fldChar w:fldCharType="begin"/>
    </w:r>
    <w:r w:rsidRPr="00A04D63">
      <w:rPr>
        <w:sz w:val="14"/>
        <w:szCs w:val="14"/>
      </w:rPr>
      <w:instrText xml:space="preserve"> PAGE   \* MERGEFORMAT </w:instrText>
    </w:r>
    <w:r w:rsidR="00066627" w:rsidRPr="00A04D63">
      <w:rPr>
        <w:sz w:val="14"/>
        <w:szCs w:val="14"/>
      </w:rPr>
      <w:fldChar w:fldCharType="separate"/>
    </w:r>
    <w:r>
      <w:rPr>
        <w:noProof/>
        <w:sz w:val="14"/>
        <w:szCs w:val="14"/>
      </w:rPr>
      <w:t>3</w:t>
    </w:r>
    <w:r w:rsidR="00066627" w:rsidRPr="00A04D63">
      <w:rPr>
        <w:sz w:val="14"/>
        <w:szCs w:val="14"/>
      </w:rPr>
      <w:fldChar w:fldCharType="end"/>
    </w:r>
    <w:r w:rsidRPr="00A04D63">
      <w:rPr>
        <w:rFonts w:cs="Arial"/>
        <w:bCs/>
        <w:color w:val="2D2323"/>
        <w:sz w:val="14"/>
        <w:szCs w:val="14"/>
      </w:rPr>
      <w:tab/>
      <w:t xml:space="preserve">                              </w:t>
    </w:r>
    <w:r w:rsidRPr="00A04D63">
      <w:rPr>
        <w:rFonts w:cs="Arial"/>
        <w:bCs/>
        <w:color w:val="2D2323"/>
        <w:sz w:val="14"/>
        <w:szCs w:val="1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082" w:rsidRDefault="00CF4082" w:rsidP="00807848">
      <w:pPr>
        <w:spacing w:line="240" w:lineRule="auto"/>
      </w:pPr>
      <w:r>
        <w:separator/>
      </w:r>
    </w:p>
  </w:footnote>
  <w:footnote w:type="continuationSeparator" w:id="0">
    <w:p w:rsidR="00CF4082" w:rsidRDefault="00CF4082" w:rsidP="0080784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E87" w:rsidRDefault="00660E87">
    <w:pPr>
      <w:pStyle w:val="Header"/>
    </w:pPr>
    <w:r>
      <w:rPr>
        <w:noProof/>
      </w:rPr>
      <w:drawing>
        <wp:anchor distT="0" distB="1143000" distL="114300" distR="114300" simplePos="0" relativeHeight="251658240" behindDoc="0" locked="0" layoutInCell="1" allowOverlap="1">
          <wp:simplePos x="0" y="0"/>
          <wp:positionH relativeFrom="column">
            <wp:posOffset>-807360</wp:posOffset>
          </wp:positionH>
          <wp:positionV relativeFrom="paragraph">
            <wp:posOffset>-339881</wp:posOffset>
          </wp:positionV>
          <wp:extent cx="7838715" cy="1026543"/>
          <wp:effectExtent l="19050" t="0" r="0" b="0"/>
          <wp:wrapNone/>
          <wp:docPr id="5" name="Picture 7" descr="bb_lh_header_noble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b_lh_header_noblee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4961"/>
                  <a:stretch>
                    <a:fillRect/>
                  </a:stretch>
                </pic:blipFill>
                <pic:spPr bwMode="auto">
                  <a:xfrm>
                    <a:off x="0" y="0"/>
                    <a:ext cx="7838715" cy="10265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60E87" w:rsidRDefault="00660E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E87" w:rsidRPr="00F45889" w:rsidRDefault="00660E87" w:rsidP="009343F7">
    <w:pPr>
      <w:pStyle w:val="Heading2"/>
      <w:pBdr>
        <w:bottom w:val="single" w:sz="4" w:space="1" w:color="F0AB00"/>
      </w:pBdr>
      <w:jc w:val="right"/>
      <w:rPr>
        <w:rFonts w:ascii="Arial" w:hAnsi="Arial"/>
        <w:b/>
      </w:rPr>
    </w:pPr>
    <w:proofErr w:type="spellStart"/>
    <w:r>
      <w:t>Blackbaud</w:t>
    </w:r>
    <w:proofErr w:type="spellEnd"/>
    <w:r w:rsidRPr="00F45889">
      <w:t xml:space="preserve"> Common Ground</w:t>
    </w:r>
  </w:p>
  <w:p w:rsidR="00660E87" w:rsidRPr="00B22A90" w:rsidRDefault="00660E87" w:rsidP="009343F7">
    <w:pPr>
      <w:pStyle w:val="Header"/>
      <w:jc w:val="right"/>
      <w:rPr>
        <w:rFonts w:ascii="Arial" w:hAnsi="Arial" w:cs="Arial"/>
        <w:b/>
        <w:bCs/>
        <w:color w:val="006F8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A38E08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20C0A2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AA0BC0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47283A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74D7D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B4611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B2CE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7A604F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C32B8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D06A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254DD"/>
    <w:multiLevelType w:val="hybridMultilevel"/>
    <w:tmpl w:val="C2246FF2"/>
    <w:lvl w:ilvl="0" w:tplc="121C0A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6C5FBE"/>
    <w:multiLevelType w:val="hybridMultilevel"/>
    <w:tmpl w:val="A4C46864"/>
    <w:lvl w:ilvl="0" w:tplc="FD72C1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3E7CC3"/>
    <w:multiLevelType w:val="hybridMultilevel"/>
    <w:tmpl w:val="6700F0E6"/>
    <w:lvl w:ilvl="0" w:tplc="34BC5F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00647D6"/>
    <w:multiLevelType w:val="hybridMultilevel"/>
    <w:tmpl w:val="2E2239B2"/>
    <w:lvl w:ilvl="0" w:tplc="34BC5F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0D1266"/>
    <w:multiLevelType w:val="hybridMultilevel"/>
    <w:tmpl w:val="0A26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1224A"/>
    <w:multiLevelType w:val="hybridMultilevel"/>
    <w:tmpl w:val="3AECB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535392"/>
    <w:multiLevelType w:val="hybridMultilevel"/>
    <w:tmpl w:val="A162A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CA102F"/>
    <w:multiLevelType w:val="hybridMultilevel"/>
    <w:tmpl w:val="02DAB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3113AF"/>
    <w:multiLevelType w:val="hybridMultilevel"/>
    <w:tmpl w:val="2A660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F1C6D"/>
    <w:multiLevelType w:val="hybridMultilevel"/>
    <w:tmpl w:val="6700F0E6"/>
    <w:lvl w:ilvl="0" w:tplc="34BC5F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0C458A2"/>
    <w:multiLevelType w:val="hybridMultilevel"/>
    <w:tmpl w:val="0464E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10157B"/>
    <w:multiLevelType w:val="hybridMultilevel"/>
    <w:tmpl w:val="6C50C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9952AF"/>
    <w:multiLevelType w:val="hybridMultilevel"/>
    <w:tmpl w:val="B7141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FD515E"/>
    <w:multiLevelType w:val="multilevel"/>
    <w:tmpl w:val="C58E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4B6614"/>
    <w:multiLevelType w:val="hybridMultilevel"/>
    <w:tmpl w:val="B0BE1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A7969"/>
    <w:multiLevelType w:val="hybridMultilevel"/>
    <w:tmpl w:val="1C66E22E"/>
    <w:lvl w:ilvl="0" w:tplc="FD72C1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104213"/>
    <w:multiLevelType w:val="hybridMultilevel"/>
    <w:tmpl w:val="48D46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FD3A32"/>
    <w:multiLevelType w:val="hybridMultilevel"/>
    <w:tmpl w:val="88C46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623F68"/>
    <w:multiLevelType w:val="hybridMultilevel"/>
    <w:tmpl w:val="4E36C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71E50"/>
    <w:multiLevelType w:val="hybridMultilevel"/>
    <w:tmpl w:val="3D94E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2E7BAC"/>
    <w:multiLevelType w:val="hybridMultilevel"/>
    <w:tmpl w:val="73981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325E04"/>
    <w:multiLevelType w:val="multilevel"/>
    <w:tmpl w:val="C58E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C57BE3"/>
    <w:multiLevelType w:val="hybridMultilevel"/>
    <w:tmpl w:val="189A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547AB"/>
    <w:multiLevelType w:val="hybridMultilevel"/>
    <w:tmpl w:val="7712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085436"/>
    <w:multiLevelType w:val="hybridMultilevel"/>
    <w:tmpl w:val="115A1920"/>
    <w:lvl w:ilvl="0" w:tplc="34BC5F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41FD8"/>
    <w:multiLevelType w:val="hybridMultilevel"/>
    <w:tmpl w:val="9E9A1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9"/>
  </w:num>
  <w:num w:numId="3">
    <w:abstractNumId w:val="10"/>
  </w:num>
  <w:num w:numId="4">
    <w:abstractNumId w:val="35"/>
  </w:num>
  <w:num w:numId="5">
    <w:abstractNumId w:val="11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3"/>
  </w:num>
  <w:num w:numId="18">
    <w:abstractNumId w:val="31"/>
  </w:num>
  <w:num w:numId="19">
    <w:abstractNumId w:val="12"/>
  </w:num>
  <w:num w:numId="20">
    <w:abstractNumId w:val="19"/>
  </w:num>
  <w:num w:numId="21">
    <w:abstractNumId w:val="26"/>
  </w:num>
  <w:num w:numId="22">
    <w:abstractNumId w:val="34"/>
  </w:num>
  <w:num w:numId="23">
    <w:abstractNumId w:val="13"/>
  </w:num>
  <w:num w:numId="24">
    <w:abstractNumId w:val="14"/>
  </w:num>
  <w:num w:numId="25">
    <w:abstractNumId w:val="17"/>
  </w:num>
  <w:num w:numId="26">
    <w:abstractNumId w:val="32"/>
  </w:num>
  <w:num w:numId="27">
    <w:abstractNumId w:val="24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30"/>
  </w:num>
  <w:num w:numId="31">
    <w:abstractNumId w:val="27"/>
  </w:num>
  <w:num w:numId="32">
    <w:abstractNumId w:val="16"/>
  </w:num>
  <w:num w:numId="33">
    <w:abstractNumId w:val="18"/>
  </w:num>
  <w:num w:numId="34">
    <w:abstractNumId w:val="22"/>
  </w:num>
  <w:num w:numId="35">
    <w:abstractNumId w:val="20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TrueTypeFonts/>
  <w:saveSubsetFonts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30722" style="mso-width-relative:margin;mso-height-relative:margin" fillcolor="none [2732]" strokecolor="none [2732]">
      <v:fill color="none [2732]" opacity="19005f"/>
      <v:stroke color="none [2732]"/>
      <o:colormenu v:ext="edit" strokecolor="red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84D43"/>
    <w:rsid w:val="0000210D"/>
    <w:rsid w:val="00004753"/>
    <w:rsid w:val="00012509"/>
    <w:rsid w:val="000249BA"/>
    <w:rsid w:val="00025041"/>
    <w:rsid w:val="0002580E"/>
    <w:rsid w:val="00050AEC"/>
    <w:rsid w:val="000512B4"/>
    <w:rsid w:val="000532F3"/>
    <w:rsid w:val="0005332C"/>
    <w:rsid w:val="00054AC5"/>
    <w:rsid w:val="000618CC"/>
    <w:rsid w:val="00063C39"/>
    <w:rsid w:val="00066162"/>
    <w:rsid w:val="00066627"/>
    <w:rsid w:val="00071F5E"/>
    <w:rsid w:val="000739D1"/>
    <w:rsid w:val="00084BE6"/>
    <w:rsid w:val="00087244"/>
    <w:rsid w:val="0009634F"/>
    <w:rsid w:val="000A045A"/>
    <w:rsid w:val="000A069C"/>
    <w:rsid w:val="000C249C"/>
    <w:rsid w:val="000C4AE8"/>
    <w:rsid w:val="000D75DA"/>
    <w:rsid w:val="000E17C1"/>
    <w:rsid w:val="000E32D8"/>
    <w:rsid w:val="000E5CE7"/>
    <w:rsid w:val="000F056D"/>
    <w:rsid w:val="000F2312"/>
    <w:rsid w:val="000F3E07"/>
    <w:rsid w:val="000F447D"/>
    <w:rsid w:val="000F59DD"/>
    <w:rsid w:val="000F5E12"/>
    <w:rsid w:val="00106356"/>
    <w:rsid w:val="001201E6"/>
    <w:rsid w:val="00123577"/>
    <w:rsid w:val="00123795"/>
    <w:rsid w:val="00125403"/>
    <w:rsid w:val="00125B82"/>
    <w:rsid w:val="00130B66"/>
    <w:rsid w:val="00132221"/>
    <w:rsid w:val="00144FEB"/>
    <w:rsid w:val="00145AE6"/>
    <w:rsid w:val="001850AE"/>
    <w:rsid w:val="001868A7"/>
    <w:rsid w:val="00190DE1"/>
    <w:rsid w:val="0019474D"/>
    <w:rsid w:val="001A33EE"/>
    <w:rsid w:val="001B761C"/>
    <w:rsid w:val="001B7F22"/>
    <w:rsid w:val="001C0101"/>
    <w:rsid w:val="001C4A31"/>
    <w:rsid w:val="001C6555"/>
    <w:rsid w:val="001E1E1D"/>
    <w:rsid w:val="001F005A"/>
    <w:rsid w:val="001F4CDA"/>
    <w:rsid w:val="00200B06"/>
    <w:rsid w:val="002036FB"/>
    <w:rsid w:val="00210694"/>
    <w:rsid w:val="002114EB"/>
    <w:rsid w:val="002119A7"/>
    <w:rsid w:val="00214C9E"/>
    <w:rsid w:val="00217468"/>
    <w:rsid w:val="00221A16"/>
    <w:rsid w:val="00221A37"/>
    <w:rsid w:val="00223A84"/>
    <w:rsid w:val="002270AE"/>
    <w:rsid w:val="00227E72"/>
    <w:rsid w:val="002304AC"/>
    <w:rsid w:val="00246CDB"/>
    <w:rsid w:val="002542E4"/>
    <w:rsid w:val="0026286D"/>
    <w:rsid w:val="00270ECA"/>
    <w:rsid w:val="00281931"/>
    <w:rsid w:val="002A2F9A"/>
    <w:rsid w:val="002B2412"/>
    <w:rsid w:val="002C2826"/>
    <w:rsid w:val="002C3207"/>
    <w:rsid w:val="002C5F00"/>
    <w:rsid w:val="002D76FC"/>
    <w:rsid w:val="002E0428"/>
    <w:rsid w:val="002E6234"/>
    <w:rsid w:val="002F0E64"/>
    <w:rsid w:val="0030217C"/>
    <w:rsid w:val="003216B0"/>
    <w:rsid w:val="00330877"/>
    <w:rsid w:val="00337B0B"/>
    <w:rsid w:val="00337D40"/>
    <w:rsid w:val="00342A99"/>
    <w:rsid w:val="00347EDB"/>
    <w:rsid w:val="00354A5A"/>
    <w:rsid w:val="003750EA"/>
    <w:rsid w:val="00387ED9"/>
    <w:rsid w:val="00390B74"/>
    <w:rsid w:val="00391AAA"/>
    <w:rsid w:val="00394BBE"/>
    <w:rsid w:val="003A7147"/>
    <w:rsid w:val="003B67A4"/>
    <w:rsid w:val="003C31C4"/>
    <w:rsid w:val="003D5AEA"/>
    <w:rsid w:val="003D5B4F"/>
    <w:rsid w:val="003F1A71"/>
    <w:rsid w:val="003F79B2"/>
    <w:rsid w:val="00400ACF"/>
    <w:rsid w:val="00407178"/>
    <w:rsid w:val="00415404"/>
    <w:rsid w:val="0041701E"/>
    <w:rsid w:val="004172B5"/>
    <w:rsid w:val="00421A06"/>
    <w:rsid w:val="00422207"/>
    <w:rsid w:val="004429A4"/>
    <w:rsid w:val="00445D3C"/>
    <w:rsid w:val="004471CF"/>
    <w:rsid w:val="0046278C"/>
    <w:rsid w:val="004702D0"/>
    <w:rsid w:val="00482573"/>
    <w:rsid w:val="00484418"/>
    <w:rsid w:val="00485FD6"/>
    <w:rsid w:val="004863B0"/>
    <w:rsid w:val="004A5816"/>
    <w:rsid w:val="004A7D29"/>
    <w:rsid w:val="004B1005"/>
    <w:rsid w:val="004C62C1"/>
    <w:rsid w:val="004D5258"/>
    <w:rsid w:val="004F01C6"/>
    <w:rsid w:val="004F18FE"/>
    <w:rsid w:val="004F2965"/>
    <w:rsid w:val="004F7171"/>
    <w:rsid w:val="004F73A4"/>
    <w:rsid w:val="00500ED5"/>
    <w:rsid w:val="005026A0"/>
    <w:rsid w:val="00504FBF"/>
    <w:rsid w:val="005152B3"/>
    <w:rsid w:val="00540387"/>
    <w:rsid w:val="00541BF8"/>
    <w:rsid w:val="005439FA"/>
    <w:rsid w:val="00561470"/>
    <w:rsid w:val="00566016"/>
    <w:rsid w:val="005670BE"/>
    <w:rsid w:val="00570138"/>
    <w:rsid w:val="00572605"/>
    <w:rsid w:val="00576AD4"/>
    <w:rsid w:val="005A04DE"/>
    <w:rsid w:val="005B3374"/>
    <w:rsid w:val="005B7F84"/>
    <w:rsid w:val="005E1BC2"/>
    <w:rsid w:val="005E3800"/>
    <w:rsid w:val="005E3E6F"/>
    <w:rsid w:val="005E4E9C"/>
    <w:rsid w:val="006171F9"/>
    <w:rsid w:val="00627BFF"/>
    <w:rsid w:val="00660E87"/>
    <w:rsid w:val="006635A7"/>
    <w:rsid w:val="006654D4"/>
    <w:rsid w:val="00665691"/>
    <w:rsid w:val="00672E60"/>
    <w:rsid w:val="00677B14"/>
    <w:rsid w:val="00677D5C"/>
    <w:rsid w:val="00677ED2"/>
    <w:rsid w:val="00686895"/>
    <w:rsid w:val="006955A9"/>
    <w:rsid w:val="006968F6"/>
    <w:rsid w:val="006A0BFC"/>
    <w:rsid w:val="006A78D5"/>
    <w:rsid w:val="006B1C78"/>
    <w:rsid w:val="006B4114"/>
    <w:rsid w:val="006C0DFE"/>
    <w:rsid w:val="006D62B0"/>
    <w:rsid w:val="006E6DFA"/>
    <w:rsid w:val="006F0B0B"/>
    <w:rsid w:val="00702B02"/>
    <w:rsid w:val="0070320E"/>
    <w:rsid w:val="0071362F"/>
    <w:rsid w:val="00713D4C"/>
    <w:rsid w:val="00714A0D"/>
    <w:rsid w:val="007371A0"/>
    <w:rsid w:val="00741BA6"/>
    <w:rsid w:val="00741C33"/>
    <w:rsid w:val="007564E9"/>
    <w:rsid w:val="007829B3"/>
    <w:rsid w:val="00784D43"/>
    <w:rsid w:val="007902E8"/>
    <w:rsid w:val="00790870"/>
    <w:rsid w:val="00790A64"/>
    <w:rsid w:val="00790DA4"/>
    <w:rsid w:val="007911EE"/>
    <w:rsid w:val="00796AEF"/>
    <w:rsid w:val="007A1E6D"/>
    <w:rsid w:val="007A55B8"/>
    <w:rsid w:val="007B12F6"/>
    <w:rsid w:val="007B5D3F"/>
    <w:rsid w:val="007C3A3E"/>
    <w:rsid w:val="007C6C3A"/>
    <w:rsid w:val="007D07F0"/>
    <w:rsid w:val="007E7B2C"/>
    <w:rsid w:val="007F05BE"/>
    <w:rsid w:val="007F7463"/>
    <w:rsid w:val="00800713"/>
    <w:rsid w:val="008030C3"/>
    <w:rsid w:val="00807848"/>
    <w:rsid w:val="008267A6"/>
    <w:rsid w:val="008451B2"/>
    <w:rsid w:val="00846F0D"/>
    <w:rsid w:val="00862AE2"/>
    <w:rsid w:val="008802E4"/>
    <w:rsid w:val="008846F8"/>
    <w:rsid w:val="00885CC4"/>
    <w:rsid w:val="00897624"/>
    <w:rsid w:val="008A0925"/>
    <w:rsid w:val="008A4C16"/>
    <w:rsid w:val="008B1BE9"/>
    <w:rsid w:val="008C10B5"/>
    <w:rsid w:val="008E32D1"/>
    <w:rsid w:val="008F2029"/>
    <w:rsid w:val="008F30E1"/>
    <w:rsid w:val="008F4E08"/>
    <w:rsid w:val="0092067B"/>
    <w:rsid w:val="0092499D"/>
    <w:rsid w:val="009343F7"/>
    <w:rsid w:val="00955628"/>
    <w:rsid w:val="00956597"/>
    <w:rsid w:val="00963E24"/>
    <w:rsid w:val="00967F17"/>
    <w:rsid w:val="00971840"/>
    <w:rsid w:val="00975F9D"/>
    <w:rsid w:val="00984BD3"/>
    <w:rsid w:val="009A7C3F"/>
    <w:rsid w:val="009B5F58"/>
    <w:rsid w:val="009C02FE"/>
    <w:rsid w:val="009C0497"/>
    <w:rsid w:val="009C617A"/>
    <w:rsid w:val="009D2E0C"/>
    <w:rsid w:val="009E59AD"/>
    <w:rsid w:val="009E6466"/>
    <w:rsid w:val="009E6FEE"/>
    <w:rsid w:val="009E75B7"/>
    <w:rsid w:val="009F25BD"/>
    <w:rsid w:val="009F29C1"/>
    <w:rsid w:val="00A00C4F"/>
    <w:rsid w:val="00A03CF1"/>
    <w:rsid w:val="00A114D9"/>
    <w:rsid w:val="00A15369"/>
    <w:rsid w:val="00A25D19"/>
    <w:rsid w:val="00A27D09"/>
    <w:rsid w:val="00A37E7C"/>
    <w:rsid w:val="00A57F95"/>
    <w:rsid w:val="00A75EDE"/>
    <w:rsid w:val="00A80E19"/>
    <w:rsid w:val="00A828D2"/>
    <w:rsid w:val="00A909D8"/>
    <w:rsid w:val="00AB1C67"/>
    <w:rsid w:val="00AB28D6"/>
    <w:rsid w:val="00AB3368"/>
    <w:rsid w:val="00AB7514"/>
    <w:rsid w:val="00AC2757"/>
    <w:rsid w:val="00AC2E77"/>
    <w:rsid w:val="00AD1AB5"/>
    <w:rsid w:val="00AD5EFA"/>
    <w:rsid w:val="00AD7623"/>
    <w:rsid w:val="00AE67C3"/>
    <w:rsid w:val="00AE777D"/>
    <w:rsid w:val="00AF1D3D"/>
    <w:rsid w:val="00AF228A"/>
    <w:rsid w:val="00B20701"/>
    <w:rsid w:val="00B22718"/>
    <w:rsid w:val="00B22FD3"/>
    <w:rsid w:val="00B3418D"/>
    <w:rsid w:val="00B553C5"/>
    <w:rsid w:val="00B7328E"/>
    <w:rsid w:val="00B81335"/>
    <w:rsid w:val="00BA7002"/>
    <w:rsid w:val="00BB6170"/>
    <w:rsid w:val="00BB71D2"/>
    <w:rsid w:val="00BC1929"/>
    <w:rsid w:val="00BC37EA"/>
    <w:rsid w:val="00BD47DF"/>
    <w:rsid w:val="00BE3B81"/>
    <w:rsid w:val="00BF6129"/>
    <w:rsid w:val="00BF68B1"/>
    <w:rsid w:val="00BF7002"/>
    <w:rsid w:val="00C01092"/>
    <w:rsid w:val="00C07787"/>
    <w:rsid w:val="00C10E5F"/>
    <w:rsid w:val="00C154AA"/>
    <w:rsid w:val="00C27B70"/>
    <w:rsid w:val="00C305FB"/>
    <w:rsid w:val="00C3092D"/>
    <w:rsid w:val="00C45534"/>
    <w:rsid w:val="00C464E8"/>
    <w:rsid w:val="00C56D38"/>
    <w:rsid w:val="00C57D01"/>
    <w:rsid w:val="00C656EB"/>
    <w:rsid w:val="00C77D33"/>
    <w:rsid w:val="00C827C0"/>
    <w:rsid w:val="00C854CB"/>
    <w:rsid w:val="00C93CA9"/>
    <w:rsid w:val="00CC7B73"/>
    <w:rsid w:val="00CD226A"/>
    <w:rsid w:val="00CD2FFD"/>
    <w:rsid w:val="00CE14A3"/>
    <w:rsid w:val="00CE3793"/>
    <w:rsid w:val="00CE7B6C"/>
    <w:rsid w:val="00CF2238"/>
    <w:rsid w:val="00CF4082"/>
    <w:rsid w:val="00D02AB9"/>
    <w:rsid w:val="00D0577C"/>
    <w:rsid w:val="00D31D78"/>
    <w:rsid w:val="00D412F4"/>
    <w:rsid w:val="00D441DA"/>
    <w:rsid w:val="00D47488"/>
    <w:rsid w:val="00D63A23"/>
    <w:rsid w:val="00D738BD"/>
    <w:rsid w:val="00D75E52"/>
    <w:rsid w:val="00D82DB9"/>
    <w:rsid w:val="00D85520"/>
    <w:rsid w:val="00D85685"/>
    <w:rsid w:val="00D949B9"/>
    <w:rsid w:val="00D96A67"/>
    <w:rsid w:val="00DB333A"/>
    <w:rsid w:val="00DB4414"/>
    <w:rsid w:val="00DB7AA7"/>
    <w:rsid w:val="00DC2176"/>
    <w:rsid w:val="00DC651D"/>
    <w:rsid w:val="00DD35DE"/>
    <w:rsid w:val="00DD6C28"/>
    <w:rsid w:val="00DF5280"/>
    <w:rsid w:val="00DF6A4F"/>
    <w:rsid w:val="00E0720A"/>
    <w:rsid w:val="00E1041C"/>
    <w:rsid w:val="00E105C9"/>
    <w:rsid w:val="00E112FA"/>
    <w:rsid w:val="00E146F5"/>
    <w:rsid w:val="00E22D06"/>
    <w:rsid w:val="00E31642"/>
    <w:rsid w:val="00E3537B"/>
    <w:rsid w:val="00E43D4E"/>
    <w:rsid w:val="00E46F6E"/>
    <w:rsid w:val="00E738B5"/>
    <w:rsid w:val="00E80950"/>
    <w:rsid w:val="00E83BB7"/>
    <w:rsid w:val="00E938D0"/>
    <w:rsid w:val="00EA303F"/>
    <w:rsid w:val="00EB7BAA"/>
    <w:rsid w:val="00EC1519"/>
    <w:rsid w:val="00EC2691"/>
    <w:rsid w:val="00EE1B53"/>
    <w:rsid w:val="00EE6B79"/>
    <w:rsid w:val="00EF2DBC"/>
    <w:rsid w:val="00F13788"/>
    <w:rsid w:val="00F14777"/>
    <w:rsid w:val="00F14D16"/>
    <w:rsid w:val="00F34AAA"/>
    <w:rsid w:val="00F3632B"/>
    <w:rsid w:val="00F36D23"/>
    <w:rsid w:val="00F40EF5"/>
    <w:rsid w:val="00F43A65"/>
    <w:rsid w:val="00F46BF0"/>
    <w:rsid w:val="00F64728"/>
    <w:rsid w:val="00F731D3"/>
    <w:rsid w:val="00F753C5"/>
    <w:rsid w:val="00F94687"/>
    <w:rsid w:val="00F962E2"/>
    <w:rsid w:val="00F96400"/>
    <w:rsid w:val="00F96DA7"/>
    <w:rsid w:val="00F9704E"/>
    <w:rsid w:val="00F97322"/>
    <w:rsid w:val="00FA2132"/>
    <w:rsid w:val="00FB2E70"/>
    <w:rsid w:val="00FB40AF"/>
    <w:rsid w:val="00FB7344"/>
    <w:rsid w:val="00FC7BEC"/>
    <w:rsid w:val="00FD17AF"/>
    <w:rsid w:val="00FD2809"/>
    <w:rsid w:val="00FD63B2"/>
    <w:rsid w:val="00FD6840"/>
    <w:rsid w:val="00FF2314"/>
    <w:rsid w:val="00FF3BD8"/>
    <w:rsid w:val="00FF4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 style="mso-width-relative:margin;mso-height-relative:margin" fillcolor="none [2732]" strokecolor="none [2732]">
      <v:fill color="none [2732]" opacity="19005f"/>
      <v:stroke color="none [2732]"/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0C3"/>
    <w:pPr>
      <w:spacing w:line="312" w:lineRule="auto"/>
    </w:pPr>
    <w:rPr>
      <w:rFonts w:ascii="Gill Sans MT Pro Book" w:hAnsi="Gill Sans MT Pro Book"/>
      <w:szCs w:val="24"/>
    </w:rPr>
  </w:style>
  <w:style w:type="paragraph" w:styleId="Heading1">
    <w:name w:val="heading 1"/>
    <w:basedOn w:val="Normal"/>
    <w:next w:val="Normal"/>
    <w:link w:val="Heading1Char"/>
    <w:qFormat/>
    <w:rsid w:val="00F46BF0"/>
    <w:pPr>
      <w:keepNext/>
      <w:pBdr>
        <w:bottom w:val="single" w:sz="12" w:space="1" w:color="F0AB00"/>
      </w:pBdr>
      <w:spacing w:after="240"/>
      <w:outlineLvl w:val="0"/>
    </w:pPr>
    <w:rPr>
      <w:rFonts w:cs="Arial"/>
      <w:bCs/>
      <w:color w:val="00A9E0"/>
      <w:sz w:val="40"/>
      <w:szCs w:val="36"/>
    </w:rPr>
  </w:style>
  <w:style w:type="paragraph" w:styleId="Heading2">
    <w:name w:val="heading 2"/>
    <w:basedOn w:val="Normal"/>
    <w:next w:val="Normal"/>
    <w:link w:val="Heading2Char"/>
    <w:qFormat/>
    <w:rsid w:val="002D76FC"/>
    <w:pPr>
      <w:keepNext/>
      <w:outlineLvl w:val="1"/>
    </w:pPr>
    <w:rPr>
      <w:rFonts w:ascii="Arial Narrow" w:hAnsi="Arial Narrow" w:cs="Arial"/>
      <w:bCs/>
      <w:color w:val="8CBE4F"/>
      <w:sz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7C6C3A"/>
    <w:pPr>
      <w:keepNext/>
      <w:keepLines/>
      <w:spacing w:before="200"/>
      <w:outlineLvl w:val="2"/>
    </w:pPr>
    <w:rPr>
      <w:rFonts w:ascii="Tahoma" w:hAnsi="Tahoma"/>
      <w:b/>
      <w:bCs/>
      <w:color w:val="FFC00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25B8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25B8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25B8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25B8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25B82"/>
    <w:pPr>
      <w:keepNext/>
      <w:keepLines/>
      <w:spacing w:before="200"/>
      <w:outlineLvl w:val="7"/>
    </w:pPr>
    <w:rPr>
      <w:rFonts w:ascii="Cambria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25B82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D76FC"/>
    <w:rPr>
      <w:rFonts w:ascii="Arial Narrow" w:hAnsi="Arial Narrow" w:cs="Arial"/>
      <w:bCs/>
      <w:color w:val="8CBE4F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C6C3A"/>
    <w:rPr>
      <w:rFonts w:ascii="Tahoma" w:eastAsia="Times New Roman" w:hAnsi="Tahoma" w:cs="Times New Roman"/>
      <w:b/>
      <w:bCs/>
      <w:color w:val="FFC000"/>
      <w:szCs w:val="24"/>
    </w:rPr>
  </w:style>
  <w:style w:type="character" w:styleId="SubtleEmphasis">
    <w:name w:val="Subtle Emphasis"/>
    <w:basedOn w:val="DefaultParagraphFont"/>
    <w:uiPriority w:val="19"/>
    <w:qFormat/>
    <w:rsid w:val="00784D43"/>
    <w:rPr>
      <w:i/>
      <w:iCs/>
      <w:color w:val="808080"/>
    </w:rPr>
  </w:style>
  <w:style w:type="paragraph" w:styleId="ListParagraph">
    <w:name w:val="List Paragraph"/>
    <w:basedOn w:val="Normal"/>
    <w:uiPriority w:val="34"/>
    <w:qFormat/>
    <w:rsid w:val="00784D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D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D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78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848"/>
  </w:style>
  <w:style w:type="paragraph" w:styleId="Footer">
    <w:name w:val="footer"/>
    <w:basedOn w:val="Normal"/>
    <w:link w:val="FooterChar"/>
    <w:uiPriority w:val="99"/>
    <w:unhideWhenUsed/>
    <w:rsid w:val="008078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848"/>
  </w:style>
  <w:style w:type="character" w:customStyle="1" w:styleId="Heading1Char">
    <w:name w:val="Heading 1 Char"/>
    <w:basedOn w:val="DefaultParagraphFont"/>
    <w:link w:val="Heading1"/>
    <w:rsid w:val="00F46BF0"/>
    <w:rPr>
      <w:rFonts w:ascii="Gill Sans MT Pro Book" w:hAnsi="Gill Sans MT Pro Book" w:cs="Arial"/>
      <w:bCs/>
      <w:color w:val="00A9E0"/>
      <w:sz w:val="40"/>
      <w:szCs w:val="36"/>
    </w:rPr>
  </w:style>
  <w:style w:type="paragraph" w:styleId="Caption">
    <w:name w:val="caption"/>
    <w:basedOn w:val="Normal"/>
    <w:next w:val="Normal"/>
    <w:unhideWhenUsed/>
    <w:qFormat/>
    <w:rsid w:val="00F46BF0"/>
    <w:pPr>
      <w:jc w:val="center"/>
    </w:pPr>
    <w:rPr>
      <w:rFonts w:ascii="Gill Sans MT Pro Light" w:hAnsi="Gill Sans MT Pro Light"/>
      <w:bCs/>
      <w:i/>
      <w:color w:val="000000"/>
      <w:szCs w:val="20"/>
    </w:rPr>
  </w:style>
  <w:style w:type="character" w:styleId="Strong">
    <w:name w:val="Strong"/>
    <w:uiPriority w:val="22"/>
    <w:qFormat/>
    <w:rsid w:val="00F46BF0"/>
    <w:rPr>
      <w:rFonts w:ascii="Gill Sans Display MT Pro Bold" w:hAnsi="Gill Sans Display MT Pro Bold" w:cs="Arial"/>
      <w:szCs w:val="22"/>
    </w:rPr>
  </w:style>
  <w:style w:type="paragraph" w:customStyle="1" w:styleId="ItemHeader">
    <w:name w:val="Item Header"/>
    <w:basedOn w:val="Normal"/>
    <w:link w:val="ItemHeaderChar"/>
    <w:qFormat/>
    <w:rsid w:val="00F46BF0"/>
    <w:rPr>
      <w:rFonts w:ascii="Gill Sans MT Pro Medium" w:hAnsi="Gill Sans MT Pro Medium"/>
      <w:color w:val="00A9E0"/>
      <w:szCs w:val="20"/>
    </w:rPr>
  </w:style>
  <w:style w:type="character" w:customStyle="1" w:styleId="ItemHeaderChar">
    <w:name w:val="Item Header Char"/>
    <w:basedOn w:val="DefaultParagraphFont"/>
    <w:link w:val="ItemHeader"/>
    <w:rsid w:val="00F46BF0"/>
    <w:rPr>
      <w:rFonts w:ascii="Gill Sans MT Pro Medium" w:hAnsi="Gill Sans MT Pro Medium"/>
      <w:color w:val="00A9E0"/>
      <w:sz w:val="22"/>
    </w:rPr>
  </w:style>
  <w:style w:type="paragraph" w:customStyle="1" w:styleId="Feature">
    <w:name w:val="Feature"/>
    <w:basedOn w:val="Heading2"/>
    <w:link w:val="FeatureChar"/>
    <w:qFormat/>
    <w:rsid w:val="00F46BF0"/>
    <w:pPr>
      <w:pBdr>
        <w:bottom w:val="single" w:sz="2" w:space="1" w:color="4E3E3E"/>
      </w:pBdr>
      <w:spacing w:after="240"/>
    </w:pPr>
    <w:rPr>
      <w:color w:val="4E3E3E"/>
    </w:rPr>
  </w:style>
  <w:style w:type="character" w:customStyle="1" w:styleId="FeatureChar">
    <w:name w:val="Feature Char"/>
    <w:basedOn w:val="Heading2Char"/>
    <w:link w:val="Feature"/>
    <w:rsid w:val="00F46BF0"/>
    <w:rPr>
      <w:color w:val="4E3E3E"/>
    </w:rPr>
  </w:style>
  <w:style w:type="paragraph" w:customStyle="1" w:styleId="heading30">
    <w:name w:val="heading3"/>
    <w:basedOn w:val="Heading1"/>
    <w:link w:val="heading3Char0"/>
    <w:qFormat/>
    <w:rsid w:val="00F46BF0"/>
    <w:rPr>
      <w:rFonts w:ascii="Gill Sans MT Pro Light" w:hAnsi="Gill Sans MT Pro Light"/>
      <w:caps/>
    </w:rPr>
  </w:style>
  <w:style w:type="character" w:customStyle="1" w:styleId="heading3Char0">
    <w:name w:val="heading3 Char"/>
    <w:basedOn w:val="Heading1Char"/>
    <w:link w:val="heading30"/>
    <w:rsid w:val="00F46BF0"/>
    <w:rPr>
      <w:rFonts w:ascii="Gill Sans MT Pro Light" w:hAnsi="Gill Sans MT Pro Light"/>
      <w:bCs/>
      <w:caps/>
    </w:rPr>
  </w:style>
  <w:style w:type="paragraph" w:customStyle="1" w:styleId="Link">
    <w:name w:val="Link"/>
    <w:basedOn w:val="Normal"/>
    <w:link w:val="LinkChar"/>
    <w:qFormat/>
    <w:rsid w:val="00F46BF0"/>
    <w:rPr>
      <w:color w:val="00A9E0"/>
      <w:u w:val="single"/>
    </w:rPr>
  </w:style>
  <w:style w:type="character" w:customStyle="1" w:styleId="LinkChar">
    <w:name w:val="Link Char"/>
    <w:basedOn w:val="DefaultParagraphFont"/>
    <w:link w:val="Link"/>
    <w:rsid w:val="00F46BF0"/>
    <w:rPr>
      <w:rFonts w:ascii="Gill Sans MT Pro Book" w:hAnsi="Gill Sans MT Pro Book"/>
      <w:color w:val="00A9E0"/>
      <w:sz w:val="22"/>
      <w:szCs w:val="24"/>
      <w:u w:val="single"/>
    </w:rPr>
  </w:style>
  <w:style w:type="table" w:styleId="TableGrid">
    <w:name w:val="Table Grid"/>
    <w:basedOn w:val="TableNormal"/>
    <w:uiPriority w:val="59"/>
    <w:rsid w:val="00415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123795"/>
    <w:rPr>
      <w:color w:val="0000FF"/>
      <w:u w:val="single"/>
    </w:rPr>
  </w:style>
  <w:style w:type="paragraph" w:styleId="BodyText3">
    <w:name w:val="Body Text 3"/>
    <w:basedOn w:val="Normal"/>
    <w:link w:val="BodyText3Char"/>
    <w:rsid w:val="00C45534"/>
    <w:pPr>
      <w:spacing w:line="240" w:lineRule="auto"/>
    </w:pPr>
    <w:rPr>
      <w:rFonts w:ascii="Tahoma" w:hAnsi="Tahoma" w:cs="Tahoma"/>
    </w:rPr>
  </w:style>
  <w:style w:type="character" w:customStyle="1" w:styleId="BodyText3Char">
    <w:name w:val="Body Text 3 Char"/>
    <w:basedOn w:val="DefaultParagraphFont"/>
    <w:link w:val="BodyText3"/>
    <w:uiPriority w:val="99"/>
    <w:rsid w:val="00C45534"/>
    <w:rPr>
      <w:rFonts w:ascii="Tahoma" w:hAnsi="Tahoma" w:cs="Tahoma"/>
      <w:szCs w:val="24"/>
    </w:rPr>
  </w:style>
  <w:style w:type="character" w:styleId="PlaceholderText">
    <w:name w:val="Placeholder Text"/>
    <w:basedOn w:val="DefaultParagraphFont"/>
    <w:uiPriority w:val="99"/>
    <w:semiHidden/>
    <w:rsid w:val="00125B82"/>
    <w:rPr>
      <w:color w:val="808080"/>
    </w:rPr>
  </w:style>
  <w:style w:type="paragraph" w:styleId="Bibliography">
    <w:name w:val="Bibliography"/>
    <w:basedOn w:val="Normal"/>
    <w:next w:val="Normal"/>
    <w:uiPriority w:val="37"/>
    <w:semiHidden/>
    <w:unhideWhenUsed/>
    <w:rsid w:val="00125B82"/>
  </w:style>
  <w:style w:type="paragraph" w:styleId="BlockText">
    <w:name w:val="Block Text"/>
    <w:basedOn w:val="Normal"/>
    <w:uiPriority w:val="99"/>
    <w:semiHidden/>
    <w:unhideWhenUsed/>
    <w:rsid w:val="00125B82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hAnsi="Calibri"/>
      <w:i/>
      <w:iCs/>
      <w:color w:val="4F81BD"/>
    </w:rPr>
  </w:style>
  <w:style w:type="paragraph" w:styleId="BodyText">
    <w:name w:val="Body Text"/>
    <w:basedOn w:val="Normal"/>
    <w:link w:val="BodyTextChar"/>
    <w:uiPriority w:val="99"/>
    <w:semiHidden/>
    <w:unhideWhenUsed/>
    <w:rsid w:val="00125B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25B82"/>
    <w:rPr>
      <w:rFonts w:ascii="Gill Sans MT Pro Book" w:hAnsi="Gill Sans MT Pro Book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25B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25B82"/>
    <w:rPr>
      <w:rFonts w:ascii="Gill Sans MT Pro Book" w:hAnsi="Gill Sans MT Pro Book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25B8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25B8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25B8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25B82"/>
    <w:rPr>
      <w:rFonts w:ascii="Gill Sans MT Pro Book" w:hAnsi="Gill Sans MT Pro Book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25B8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25B8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25B8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25B82"/>
    <w:rPr>
      <w:rFonts w:ascii="Gill Sans MT Pro Book" w:hAnsi="Gill Sans MT Pro Book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25B8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25B82"/>
    <w:rPr>
      <w:rFonts w:ascii="Gill Sans MT Pro Book" w:hAnsi="Gill Sans MT Pro Book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125B82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25B82"/>
    <w:rPr>
      <w:rFonts w:ascii="Gill Sans MT Pro Book" w:hAnsi="Gill Sans MT Pro Book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B8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B82"/>
    <w:rPr>
      <w:rFonts w:ascii="Gill Sans MT Pro Book" w:hAnsi="Gill Sans MT Pro Boo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B82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25B82"/>
  </w:style>
  <w:style w:type="character" w:customStyle="1" w:styleId="DateChar">
    <w:name w:val="Date Char"/>
    <w:basedOn w:val="DefaultParagraphFont"/>
    <w:link w:val="Date"/>
    <w:uiPriority w:val="99"/>
    <w:semiHidden/>
    <w:rsid w:val="00125B82"/>
    <w:rPr>
      <w:rFonts w:ascii="Gill Sans MT Pro Book" w:hAnsi="Gill Sans MT Pro Book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25B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25B82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25B82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25B82"/>
    <w:rPr>
      <w:rFonts w:ascii="Gill Sans MT Pro Book" w:hAnsi="Gill Sans MT Pro Book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25B82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25B82"/>
    <w:rPr>
      <w:rFonts w:ascii="Gill Sans MT Pro Book" w:hAnsi="Gill Sans MT Pro Book"/>
    </w:rPr>
  </w:style>
  <w:style w:type="paragraph" w:styleId="EnvelopeAddress">
    <w:name w:val="envelope address"/>
    <w:basedOn w:val="Normal"/>
    <w:uiPriority w:val="99"/>
    <w:semiHidden/>
    <w:unhideWhenUsed/>
    <w:rsid w:val="00125B82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semiHidden/>
    <w:unhideWhenUsed/>
    <w:rsid w:val="00125B82"/>
    <w:pPr>
      <w:spacing w:line="240" w:lineRule="auto"/>
    </w:pPr>
    <w:rPr>
      <w:rFonts w:ascii="Cambria" w:hAnsi="Cambria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5B82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5B82"/>
    <w:rPr>
      <w:rFonts w:ascii="Gill Sans MT Pro Book" w:hAnsi="Gill Sans MT Pro Book"/>
    </w:rPr>
  </w:style>
  <w:style w:type="character" w:customStyle="1" w:styleId="Heading4Char">
    <w:name w:val="Heading 4 Char"/>
    <w:basedOn w:val="DefaultParagraphFont"/>
    <w:link w:val="Heading4"/>
    <w:semiHidden/>
    <w:rsid w:val="00125B82"/>
    <w:rPr>
      <w:rFonts w:ascii="Cambria" w:eastAsia="Times New Roman" w:hAnsi="Cambria" w:cs="Times New Roman"/>
      <w:b/>
      <w:bCs/>
      <w:i/>
      <w:iCs/>
      <w:color w:val="4F81BD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125B82"/>
    <w:rPr>
      <w:rFonts w:ascii="Cambria" w:eastAsia="Times New Roman" w:hAnsi="Cambria" w:cs="Times New Roman"/>
      <w:color w:val="243F60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125B82"/>
    <w:rPr>
      <w:rFonts w:ascii="Cambria" w:eastAsia="Times New Roman" w:hAnsi="Cambria" w:cs="Times New Roman"/>
      <w:i/>
      <w:iCs/>
      <w:color w:val="243F60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125B82"/>
    <w:rPr>
      <w:rFonts w:ascii="Cambria" w:eastAsia="Times New Roman" w:hAnsi="Cambria" w:cs="Times New Roman"/>
      <w:i/>
      <w:iCs/>
      <w:color w:val="404040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125B82"/>
    <w:rPr>
      <w:rFonts w:ascii="Cambria" w:eastAsia="Times New Roman" w:hAnsi="Cambria" w:cs="Times New Roman"/>
      <w:color w:val="404040"/>
    </w:rPr>
  </w:style>
  <w:style w:type="character" w:customStyle="1" w:styleId="Heading9Char">
    <w:name w:val="Heading 9 Char"/>
    <w:basedOn w:val="DefaultParagraphFont"/>
    <w:link w:val="Heading9"/>
    <w:semiHidden/>
    <w:rsid w:val="00125B82"/>
    <w:rPr>
      <w:rFonts w:ascii="Cambria" w:eastAsia="Times New Roman" w:hAnsi="Cambria" w:cs="Times New Roman"/>
      <w:i/>
      <w:iCs/>
      <w:color w:val="40404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25B82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25B82"/>
    <w:rPr>
      <w:rFonts w:ascii="Gill Sans MT Pro Book" w:hAnsi="Gill Sans MT Pro Book"/>
      <w:i/>
      <w:iCs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5B82"/>
    <w:pPr>
      <w:spacing w:line="240" w:lineRule="auto"/>
    </w:pPr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5B82"/>
    <w:rPr>
      <w:rFonts w:ascii="Consolas" w:hAnsi="Consolas" w:cs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25B82"/>
    <w:pPr>
      <w:spacing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25B82"/>
    <w:pPr>
      <w:spacing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25B82"/>
    <w:pPr>
      <w:spacing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25B82"/>
    <w:pPr>
      <w:spacing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25B82"/>
    <w:pPr>
      <w:spacing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25B82"/>
    <w:pPr>
      <w:spacing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25B82"/>
    <w:pPr>
      <w:spacing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25B82"/>
    <w:pPr>
      <w:spacing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25B82"/>
    <w:pPr>
      <w:spacing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25B82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5B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5B82"/>
    <w:rPr>
      <w:rFonts w:ascii="Gill Sans MT Pro Book" w:hAnsi="Gill Sans MT Pro Book"/>
      <w:b/>
      <w:bCs/>
      <w:i/>
      <w:iCs/>
      <w:color w:val="4F81BD"/>
      <w:szCs w:val="24"/>
    </w:rPr>
  </w:style>
  <w:style w:type="paragraph" w:styleId="List">
    <w:name w:val="List"/>
    <w:basedOn w:val="Normal"/>
    <w:uiPriority w:val="99"/>
    <w:semiHidden/>
    <w:unhideWhenUsed/>
    <w:rsid w:val="00125B8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25B8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25B8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25B8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25B8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25B82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25B82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25B82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25B82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25B82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25B8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25B8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25B8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25B8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25B8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25B82"/>
    <w:pPr>
      <w:numPr>
        <w:numId w:val="12"/>
      </w:numPr>
      <w:ind w:left="0" w:firstLine="0"/>
      <w:contextualSpacing/>
    </w:pPr>
  </w:style>
  <w:style w:type="paragraph" w:styleId="ListNumber2">
    <w:name w:val="List Number 2"/>
    <w:basedOn w:val="Normal"/>
    <w:uiPriority w:val="99"/>
    <w:semiHidden/>
    <w:unhideWhenUsed/>
    <w:rsid w:val="00125B82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25B82"/>
    <w:pPr>
      <w:numPr>
        <w:numId w:val="14"/>
      </w:numPr>
      <w:tabs>
        <w:tab w:val="clear" w:pos="1080"/>
        <w:tab w:val="num" w:pos="360"/>
      </w:tabs>
      <w:ind w:left="0" w:firstLine="0"/>
      <w:contextualSpacing/>
    </w:pPr>
  </w:style>
  <w:style w:type="paragraph" w:styleId="ListNumber4">
    <w:name w:val="List Number 4"/>
    <w:basedOn w:val="Normal"/>
    <w:uiPriority w:val="99"/>
    <w:semiHidden/>
    <w:unhideWhenUsed/>
    <w:rsid w:val="00125B82"/>
    <w:pPr>
      <w:numPr>
        <w:numId w:val="1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25B82"/>
    <w:pPr>
      <w:numPr>
        <w:numId w:val="16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25B8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12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25B82"/>
    <w:rPr>
      <w:rFonts w:ascii="Consolas" w:hAnsi="Consolas" w:cs="Consolas"/>
      <w:lang w:val="en-US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25B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25B82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125B82"/>
    <w:rPr>
      <w:rFonts w:ascii="Gill Sans MT Pro Book" w:hAnsi="Gill Sans MT Pro Book"/>
      <w:szCs w:val="24"/>
    </w:rPr>
  </w:style>
  <w:style w:type="paragraph" w:styleId="NormalWeb">
    <w:name w:val="Normal (Web)"/>
    <w:basedOn w:val="Normal"/>
    <w:uiPriority w:val="99"/>
    <w:unhideWhenUsed/>
    <w:rsid w:val="00125B82"/>
    <w:rPr>
      <w:rFonts w:ascii="Times New Roman" w:hAnsi="Times New Roman"/>
      <w:sz w:val="24"/>
    </w:rPr>
  </w:style>
  <w:style w:type="paragraph" w:styleId="NormalIndent">
    <w:name w:val="Normal Indent"/>
    <w:basedOn w:val="Normal"/>
    <w:uiPriority w:val="99"/>
    <w:semiHidden/>
    <w:unhideWhenUsed/>
    <w:rsid w:val="00125B8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25B82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25B82"/>
    <w:rPr>
      <w:rFonts w:ascii="Gill Sans MT Pro Book" w:hAnsi="Gill Sans MT Pro Book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25B82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25B82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25B8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125B82"/>
    <w:rPr>
      <w:rFonts w:ascii="Gill Sans MT Pro Book" w:hAnsi="Gill Sans MT Pro Book"/>
      <w:i/>
      <w:iCs/>
      <w:color w:val="000000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25B8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25B82"/>
    <w:rPr>
      <w:rFonts w:ascii="Gill Sans MT Pro Book" w:hAnsi="Gill Sans MT Pro Book"/>
      <w:szCs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25B82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25B82"/>
    <w:rPr>
      <w:rFonts w:ascii="Gill Sans MT Pro Book" w:hAnsi="Gill Sans MT Pro Book"/>
      <w:szCs w:val="24"/>
    </w:rPr>
  </w:style>
  <w:style w:type="paragraph" w:styleId="Subtitle">
    <w:name w:val="Subtitle"/>
    <w:basedOn w:val="Normal"/>
    <w:next w:val="Normal"/>
    <w:link w:val="SubtitleChar"/>
    <w:qFormat/>
    <w:rsid w:val="00125B82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rsid w:val="00125B8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25B82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25B82"/>
  </w:style>
  <w:style w:type="paragraph" w:styleId="Title">
    <w:name w:val="Title"/>
    <w:basedOn w:val="Normal"/>
    <w:next w:val="Normal"/>
    <w:link w:val="TitleChar"/>
    <w:qFormat/>
    <w:rsid w:val="00125B8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25B8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125B82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25B8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25B8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25B8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25B8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25B8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25B8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25B8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25B8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25B8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B82"/>
    <w:pPr>
      <w:keepLines/>
      <w:pBdr>
        <w:bottom w:val="none" w:sz="0" w:space="0" w:color="auto"/>
      </w:pBdr>
      <w:spacing w:before="480" w:after="0"/>
      <w:outlineLvl w:val="9"/>
    </w:pPr>
    <w:rPr>
      <w:rFonts w:ascii="Cambria" w:hAnsi="Cambria" w:cs="Times New Roman"/>
      <w:b/>
      <w:color w:val="365F91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1A33EE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E3E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stomer.convio.com/ServiceModules/Email_Kit_Walkthrough.mp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ollateral\Fact%20Sheet%20Refresh\Fact%20Shee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77F63-9CDB-4443-8DDD-84D6E2A54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 Sheet Template</Template>
  <TotalTime>7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Convio Inc</Company>
  <LinksUpToDate>false</LinksUpToDate>
  <CharactersWithSpaces>127</CharactersWithSpaces>
  <SharedDoc>false</SharedDoc>
  <HLinks>
    <vt:vector size="204" baseType="variant">
      <vt:variant>
        <vt:i4>2162728</vt:i4>
      </vt:variant>
      <vt:variant>
        <vt:i4>99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96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93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90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87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84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81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78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75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72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69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66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63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60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57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54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51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48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45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42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39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36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33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30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27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24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4063357</vt:i4>
      </vt:variant>
      <vt:variant>
        <vt:i4>21</vt:i4>
      </vt:variant>
      <vt:variant>
        <vt:i4>0</vt:i4>
      </vt:variant>
      <vt:variant>
        <vt:i4>5</vt:i4>
      </vt:variant>
      <vt:variant>
        <vt:lpwstr>http://shortname.convio.net/site/UserLogin</vt:lpwstr>
      </vt:variant>
      <vt:variant>
        <vt:lpwstr/>
      </vt:variant>
      <vt:variant>
        <vt:i4>2162728</vt:i4>
      </vt:variant>
      <vt:variant>
        <vt:i4>18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15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4063357</vt:i4>
      </vt:variant>
      <vt:variant>
        <vt:i4>12</vt:i4>
      </vt:variant>
      <vt:variant>
        <vt:i4>0</vt:i4>
      </vt:variant>
      <vt:variant>
        <vt:i4>5</vt:i4>
      </vt:variant>
      <vt:variant>
        <vt:lpwstr>http://shortname.convio.net/site/UserLogin</vt:lpwstr>
      </vt:variant>
      <vt:variant>
        <vt:lpwstr/>
      </vt:variant>
      <vt:variant>
        <vt:i4>2162728</vt:i4>
      </vt:variant>
      <vt:variant>
        <vt:i4>9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6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2162728</vt:i4>
      </vt:variant>
      <vt:variant>
        <vt:i4>3</vt:i4>
      </vt:variant>
      <vt:variant>
        <vt:i4>0</vt:i4>
      </vt:variant>
      <vt:variant>
        <vt:i4>5</vt:i4>
      </vt:variant>
      <vt:variant>
        <vt:lpwstr>http://www.convio.com/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http://shortname.convio.net/site/UserLogin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Cantu</dc:creator>
  <cp:lastModifiedBy>kent.gilliam</cp:lastModifiedBy>
  <cp:revision>4</cp:revision>
  <cp:lastPrinted>2010-05-03T18:17:00Z</cp:lastPrinted>
  <dcterms:created xsi:type="dcterms:W3CDTF">2014-02-24T23:09:00Z</dcterms:created>
  <dcterms:modified xsi:type="dcterms:W3CDTF">2014-02-24T23:38:00Z</dcterms:modified>
</cp:coreProperties>
</file>